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B9" w:rsidRPr="00660CBE" w:rsidRDefault="00FA43B9" w:rsidP="00660CBE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0CBE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Электронный сервис ПФР для подтверждения статуса предпенсионера</w:t>
      </w:r>
    </w:p>
    <w:p w:rsidR="00FA43B9" w:rsidRPr="00660CBE" w:rsidRDefault="00FA43B9" w:rsidP="003275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0CBE">
        <w:rPr>
          <w:rFonts w:ascii="Times New Roman" w:hAnsi="Times New Roman" w:cs="Times New Roman"/>
          <w:sz w:val="28"/>
          <w:szCs w:val="28"/>
          <w:lang w:eastAsia="ru-RU"/>
        </w:rPr>
        <w:t xml:space="preserve">           В Личном кабинете гражданина на сайте www.pfrf.ru появилась новая услуга, позволяющая заказать справку «Об отнесении гражданина к категории граждан предпенсионного возраста». Для этого необходимо войти в Личный кабинет при помощи пароля и логина от портала госуслуг, выбрать в разделе «Пенсии» вкладку «Заказать справку (выписку): об отнесении гражданина к категории граждан предпенсионного возраста», после чего указать орган, куда предоставляются сведения: Федеральная налоговая служба, орган государственной власти РФ в области содействия занятости населения, работодатель. При желании сформированную справку можно получить на электронную почту, сохранить, распечатать, а также просмотреть в разделе «История обращений». Документ формируется автоматически на основании данных ПФР, в том числе сведений (индивидуального) персонифицированного учета, и подтверждается усиленной квалифицированной электронной подписью.</w:t>
      </w:r>
    </w:p>
    <w:p w:rsidR="00FA43B9" w:rsidRPr="006D0464" w:rsidRDefault="00FA43B9" w:rsidP="00660CB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43B9" w:rsidRPr="00660CBE" w:rsidRDefault="00FA43B9" w:rsidP="00660CB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D0464">
        <w:rPr>
          <w:rFonts w:ascii="Times New Roman" w:hAnsi="Times New Roman" w:cs="Times New Roman"/>
          <w:sz w:val="28"/>
          <w:szCs w:val="28"/>
          <w:lang w:eastAsia="ru-RU"/>
        </w:rPr>
        <w:t>Заместитель р</w:t>
      </w:r>
      <w:r>
        <w:rPr>
          <w:rFonts w:ascii="Times New Roman" w:hAnsi="Times New Roman" w:cs="Times New Roman"/>
          <w:sz w:val="28"/>
          <w:szCs w:val="28"/>
          <w:lang w:eastAsia="ru-RU"/>
        </w:rPr>
        <w:t>уководителя клиентской службы                                  О.Г. Елина</w:t>
      </w:r>
    </w:p>
    <w:p w:rsidR="00FA43B9" w:rsidRDefault="00FA43B9"/>
    <w:sectPr w:rsidR="00FA43B9" w:rsidSect="00B95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CBE"/>
    <w:rsid w:val="0032751E"/>
    <w:rsid w:val="00660CBE"/>
    <w:rsid w:val="00663DA0"/>
    <w:rsid w:val="006D0464"/>
    <w:rsid w:val="00B95964"/>
    <w:rsid w:val="00D2728B"/>
    <w:rsid w:val="00EC6BB4"/>
    <w:rsid w:val="00FA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964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660C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0CB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ost-byline">
    <w:name w:val="post-byline"/>
    <w:basedOn w:val="Normal"/>
    <w:uiPriority w:val="99"/>
    <w:rsid w:val="0066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card">
    <w:name w:val="vcard"/>
    <w:basedOn w:val="DefaultParagraphFont"/>
    <w:uiPriority w:val="99"/>
    <w:rsid w:val="00660CBE"/>
  </w:style>
  <w:style w:type="character" w:customStyle="1" w:styleId="fn">
    <w:name w:val="fn"/>
    <w:basedOn w:val="DefaultParagraphFont"/>
    <w:uiPriority w:val="99"/>
    <w:rsid w:val="00660CBE"/>
  </w:style>
  <w:style w:type="character" w:styleId="Hyperlink">
    <w:name w:val="Hyperlink"/>
    <w:basedOn w:val="DefaultParagraphFont"/>
    <w:uiPriority w:val="99"/>
    <w:semiHidden/>
    <w:rsid w:val="00660CB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660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45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4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161</Words>
  <Characters>921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057YUdinaNS</dc:creator>
  <cp:keywords/>
  <dc:description/>
  <cp:lastModifiedBy>057052-00007</cp:lastModifiedBy>
  <cp:revision>3</cp:revision>
  <cp:lastPrinted>2019-10-08T07:03:00Z</cp:lastPrinted>
  <dcterms:created xsi:type="dcterms:W3CDTF">2019-10-08T07:05:00Z</dcterms:created>
  <dcterms:modified xsi:type="dcterms:W3CDTF">2019-10-09T10:47:00Z</dcterms:modified>
</cp:coreProperties>
</file>